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A58A9" w14:textId="2801DADA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6793"/>
      <w:r w:rsidR="00336D0E" w:rsidRPr="00336D0E">
        <w:rPr>
          <w:rFonts w:ascii="Corbel" w:hAnsi="Corbel"/>
          <w:bCs/>
          <w:i/>
        </w:rPr>
        <w:t>Załącznik nr 1.5 do Zarządzenia Rektora UR nr 61/2025</w:t>
      </w:r>
    </w:p>
    <w:p w14:paraId="28B8327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D760994" w14:textId="76F886D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6D6932">
        <w:rPr>
          <w:rFonts w:ascii="Corbel" w:hAnsi="Corbel"/>
          <w:i/>
          <w:smallCaps/>
          <w:sz w:val="24"/>
          <w:szCs w:val="24"/>
        </w:rPr>
        <w:t xml:space="preserve"> </w:t>
      </w:r>
      <w:r w:rsidR="006A0AEF">
        <w:rPr>
          <w:rFonts w:ascii="Corbel" w:hAnsi="Corbel"/>
          <w:smallCaps/>
          <w:sz w:val="24"/>
          <w:szCs w:val="24"/>
        </w:rPr>
        <w:t>202</w:t>
      </w:r>
      <w:r w:rsidR="00336D0E">
        <w:rPr>
          <w:rFonts w:ascii="Corbel" w:hAnsi="Corbel"/>
          <w:smallCaps/>
          <w:sz w:val="24"/>
          <w:szCs w:val="24"/>
        </w:rPr>
        <w:t>5</w:t>
      </w:r>
      <w:r w:rsidR="006A0AEF">
        <w:rPr>
          <w:rFonts w:ascii="Corbel" w:hAnsi="Corbel"/>
          <w:smallCaps/>
          <w:sz w:val="24"/>
          <w:szCs w:val="24"/>
        </w:rPr>
        <w:t xml:space="preserve"> </w:t>
      </w:r>
      <w:r w:rsidR="006D6932">
        <w:rPr>
          <w:rFonts w:ascii="Corbel" w:hAnsi="Corbel"/>
          <w:smallCaps/>
          <w:sz w:val="24"/>
          <w:szCs w:val="24"/>
        </w:rPr>
        <w:t>–</w:t>
      </w:r>
      <w:r w:rsidR="006A0AEF">
        <w:rPr>
          <w:rFonts w:ascii="Corbel" w:hAnsi="Corbel"/>
          <w:smallCaps/>
          <w:sz w:val="24"/>
          <w:szCs w:val="24"/>
        </w:rPr>
        <w:t xml:space="preserve"> 202</w:t>
      </w:r>
      <w:r w:rsidR="00336D0E">
        <w:rPr>
          <w:rFonts w:ascii="Corbel" w:hAnsi="Corbel"/>
          <w:smallCaps/>
          <w:sz w:val="24"/>
          <w:szCs w:val="24"/>
        </w:rPr>
        <w:t>8</w:t>
      </w:r>
      <w:r w:rsidR="006D6932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45A4B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1449A9" w14:textId="4326BCFC" w:rsidR="00445970" w:rsidRPr="00B169DF" w:rsidRDefault="00445970" w:rsidP="006D69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6A0AEF">
        <w:rPr>
          <w:rFonts w:ascii="Corbel" w:hAnsi="Corbel"/>
          <w:sz w:val="20"/>
          <w:szCs w:val="20"/>
        </w:rPr>
        <w:t>202</w:t>
      </w:r>
      <w:r w:rsidR="00336D0E">
        <w:rPr>
          <w:rFonts w:ascii="Corbel" w:hAnsi="Corbel"/>
          <w:sz w:val="20"/>
          <w:szCs w:val="20"/>
        </w:rPr>
        <w:t>5</w:t>
      </w:r>
      <w:r w:rsidR="006A0AEF">
        <w:rPr>
          <w:rFonts w:ascii="Corbel" w:hAnsi="Corbel"/>
          <w:sz w:val="20"/>
          <w:szCs w:val="20"/>
        </w:rPr>
        <w:t>/202</w:t>
      </w:r>
      <w:r w:rsidR="00336D0E">
        <w:rPr>
          <w:rFonts w:ascii="Corbel" w:hAnsi="Corbel"/>
          <w:sz w:val="20"/>
          <w:szCs w:val="20"/>
        </w:rPr>
        <w:t>6</w:t>
      </w:r>
    </w:p>
    <w:bookmarkEnd w:id="0"/>
    <w:p w14:paraId="705AC11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AD9FD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DFC88E4" w14:textId="77777777" w:rsidTr="00B819C8">
        <w:tc>
          <w:tcPr>
            <w:tcW w:w="2694" w:type="dxa"/>
            <w:vAlign w:val="center"/>
          </w:tcPr>
          <w:p w14:paraId="73DAB05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AB9EEC" w14:textId="77777777" w:rsidR="0085747A" w:rsidRPr="00B169DF" w:rsidRDefault="00AD60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Animacja </w:t>
            </w:r>
            <w:r w:rsidR="00851FFA">
              <w:rPr>
                <w:rFonts w:ascii="Corbel" w:hAnsi="Corbel"/>
                <w:b w:val="0"/>
                <w:sz w:val="24"/>
                <w:szCs w:val="24"/>
              </w:rPr>
              <w:t xml:space="preserve">i upowszechnienie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kultury</w:t>
            </w:r>
          </w:p>
        </w:tc>
      </w:tr>
      <w:tr w:rsidR="0085747A" w:rsidRPr="00B169DF" w14:paraId="5D1F6F3F" w14:textId="77777777" w:rsidTr="00B819C8">
        <w:tc>
          <w:tcPr>
            <w:tcW w:w="2694" w:type="dxa"/>
            <w:vAlign w:val="center"/>
          </w:tcPr>
          <w:p w14:paraId="5C1C85C4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44A29E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15C75FB6" w14:textId="77777777" w:rsidTr="00B819C8">
        <w:tc>
          <w:tcPr>
            <w:tcW w:w="2694" w:type="dxa"/>
            <w:vAlign w:val="center"/>
          </w:tcPr>
          <w:p w14:paraId="19FBBAA7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344852" w14:textId="1915B9D1" w:rsidR="0085747A" w:rsidRPr="00B169DF" w:rsidRDefault="00336D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4BBE7416" w14:textId="77777777" w:rsidTr="00B819C8">
        <w:tc>
          <w:tcPr>
            <w:tcW w:w="2694" w:type="dxa"/>
            <w:vAlign w:val="center"/>
          </w:tcPr>
          <w:p w14:paraId="1CAF8E8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FAA5FC" w14:textId="3497D45B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6D6932">
              <w:rPr>
                <w:rFonts w:ascii="Corbel" w:hAnsi="Corbel"/>
                <w:b w:val="0"/>
                <w:sz w:val="24"/>
                <w:szCs w:val="24"/>
              </w:rPr>
              <w:t>F</w:t>
            </w:r>
            <w:r>
              <w:rPr>
                <w:rFonts w:ascii="Corbel" w:hAnsi="Corbel"/>
                <w:b w:val="0"/>
                <w:sz w:val="24"/>
                <w:szCs w:val="24"/>
              </w:rPr>
              <w:t>ilozofii</w:t>
            </w:r>
          </w:p>
        </w:tc>
      </w:tr>
      <w:tr w:rsidR="0085747A" w:rsidRPr="00B169DF" w14:paraId="2A1A645D" w14:textId="77777777" w:rsidTr="00B819C8">
        <w:tc>
          <w:tcPr>
            <w:tcW w:w="2694" w:type="dxa"/>
            <w:vAlign w:val="center"/>
          </w:tcPr>
          <w:p w14:paraId="64784B0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E33FFB" w14:textId="77777777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6F615396" w14:textId="77777777" w:rsidTr="00B819C8">
        <w:tc>
          <w:tcPr>
            <w:tcW w:w="2694" w:type="dxa"/>
            <w:vAlign w:val="center"/>
          </w:tcPr>
          <w:p w14:paraId="51891814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6D9E5F" w14:textId="77777777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60444ACB" w14:textId="77777777" w:rsidTr="00B819C8">
        <w:tc>
          <w:tcPr>
            <w:tcW w:w="2694" w:type="dxa"/>
            <w:vAlign w:val="center"/>
          </w:tcPr>
          <w:p w14:paraId="03D0A0B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B29D2A" w14:textId="77777777" w:rsidR="0085747A" w:rsidRPr="00B169DF" w:rsidRDefault="003040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71D97B87" w14:textId="77777777" w:rsidTr="00B819C8">
        <w:tc>
          <w:tcPr>
            <w:tcW w:w="2694" w:type="dxa"/>
            <w:vAlign w:val="center"/>
          </w:tcPr>
          <w:p w14:paraId="36F6355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6A5F5F" w14:textId="77777777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BC4D9A9" w14:textId="77777777" w:rsidTr="00B819C8">
        <w:tc>
          <w:tcPr>
            <w:tcW w:w="2694" w:type="dxa"/>
            <w:vAlign w:val="center"/>
          </w:tcPr>
          <w:p w14:paraId="3F64D6D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92C60E" w14:textId="77777777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 semestr</w:t>
            </w:r>
          </w:p>
        </w:tc>
      </w:tr>
      <w:tr w:rsidR="0085747A" w:rsidRPr="00B169DF" w14:paraId="202B6490" w14:textId="77777777" w:rsidTr="00B819C8">
        <w:tc>
          <w:tcPr>
            <w:tcW w:w="2694" w:type="dxa"/>
            <w:vAlign w:val="center"/>
          </w:tcPr>
          <w:p w14:paraId="19DEE25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0090" w14:textId="77777777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5D11C068" w14:textId="77777777" w:rsidTr="00B819C8">
        <w:tc>
          <w:tcPr>
            <w:tcW w:w="2694" w:type="dxa"/>
            <w:vAlign w:val="center"/>
          </w:tcPr>
          <w:p w14:paraId="3BBDB065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24E27D" w14:textId="77777777" w:rsidR="00923D7D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5D736648" w14:textId="77777777" w:rsidTr="00B819C8">
        <w:tc>
          <w:tcPr>
            <w:tcW w:w="2694" w:type="dxa"/>
            <w:vAlign w:val="center"/>
          </w:tcPr>
          <w:p w14:paraId="0D0F3E4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D61F17" w14:textId="77777777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-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="0085747A" w:rsidRPr="00B169DF" w14:paraId="46C108DE" w14:textId="77777777" w:rsidTr="00B819C8">
        <w:tc>
          <w:tcPr>
            <w:tcW w:w="2694" w:type="dxa"/>
            <w:vAlign w:val="center"/>
          </w:tcPr>
          <w:p w14:paraId="2F27C97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680CD5" w14:textId="77777777" w:rsidR="0085747A" w:rsidRPr="00B169DF" w:rsidRDefault="006A0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-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14:paraId="767DFD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A618B6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2CCFCB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2C8A7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3D6DBB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56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072944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7AC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CC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E54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999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4C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0E4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F7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D3C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5F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C29B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1DDA" w14:textId="77777777" w:rsidR="00015B8F" w:rsidRPr="00B169DF" w:rsidRDefault="006A0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17A0" w14:textId="77777777" w:rsidR="00015B8F" w:rsidRPr="00B169DF" w:rsidRDefault="006A0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306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28F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A3B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124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037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A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FB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6669" w14:textId="77777777" w:rsidR="00015B8F" w:rsidRPr="00B169DF" w:rsidRDefault="006A0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7936AE4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5B3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5E6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F80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13B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DC5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204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887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830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DEC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9C0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1C90142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42199E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DD97A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91049B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30400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0E90670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A8D4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EA15FD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30400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B169DF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305A7430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810DC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1B7CF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672E8DB" w14:textId="77777777" w:rsidTr="00745302">
        <w:tc>
          <w:tcPr>
            <w:tcW w:w="9670" w:type="dxa"/>
          </w:tcPr>
          <w:p w14:paraId="06962704" w14:textId="77777777" w:rsidR="0085747A" w:rsidRPr="00B169DF" w:rsidRDefault="003040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dotycząca kultury na poziomie szkoły średniej.</w:t>
            </w:r>
          </w:p>
          <w:p w14:paraId="49636DAA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5BC1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3977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876B87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8F01A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23E158A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701F7E36" w14:textId="77777777" w:rsidTr="00923D7D">
        <w:tc>
          <w:tcPr>
            <w:tcW w:w="851" w:type="dxa"/>
            <w:vAlign w:val="center"/>
          </w:tcPr>
          <w:p w14:paraId="62CD34BC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6CF5D2" w14:textId="77777777" w:rsidR="0085747A" w:rsidRPr="00B169DF" w:rsidRDefault="003040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Głównym celem przedmiotu jest zdobycie wiedzy na temat narzędzi i działań w kulturze i poprzez kulturę. Podstawą postaw sprzyjających rozpowszechnianiu kultury jest świadomość wartości tkwiących w kulturze. Celem będzie szeroko rozumiana pedagogika kultury wynikająca z aksjologii.</w:t>
            </w:r>
          </w:p>
        </w:tc>
      </w:tr>
      <w:tr w:rsidR="0085747A" w:rsidRPr="00B169DF" w14:paraId="54E67B7D" w14:textId="77777777" w:rsidTr="00923D7D">
        <w:tc>
          <w:tcPr>
            <w:tcW w:w="851" w:type="dxa"/>
            <w:vAlign w:val="center"/>
          </w:tcPr>
          <w:p w14:paraId="0339C074" w14:textId="77777777" w:rsidR="0085747A" w:rsidRPr="00B169DF" w:rsidRDefault="0030400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98C5BB" w14:textId="77777777" w:rsidR="0085747A" w:rsidRPr="00B169DF" w:rsidRDefault="003040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Kolejnym celem będzie kształtowanie postaw </w:t>
            </w:r>
            <w:r w:rsidR="00D56B41">
              <w:rPr>
                <w:rFonts w:ascii="Corbel" w:hAnsi="Corbel"/>
                <w:b w:val="0"/>
                <w:sz w:val="24"/>
                <w:szCs w:val="24"/>
              </w:rPr>
              <w:t>kreatywnych ukierunkowanych na wartości w zmieniającym się obrazie kulturowym i społecznym.</w:t>
            </w:r>
          </w:p>
        </w:tc>
      </w:tr>
      <w:tr w:rsidR="0085747A" w:rsidRPr="00B169DF" w14:paraId="580BE8E5" w14:textId="77777777" w:rsidTr="00923D7D">
        <w:tc>
          <w:tcPr>
            <w:tcW w:w="851" w:type="dxa"/>
            <w:vAlign w:val="center"/>
          </w:tcPr>
          <w:p w14:paraId="291C521D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3E86E4FF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BF2865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196A37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40C7DF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0796850" w14:textId="77777777" w:rsidTr="0071620A">
        <w:tc>
          <w:tcPr>
            <w:tcW w:w="1701" w:type="dxa"/>
            <w:vAlign w:val="center"/>
          </w:tcPr>
          <w:p w14:paraId="0E488F1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A5947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3C3992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664A6469" w14:textId="77777777" w:rsidTr="005E6E85">
        <w:tc>
          <w:tcPr>
            <w:tcW w:w="1701" w:type="dxa"/>
          </w:tcPr>
          <w:p w14:paraId="1CA3897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DDBA94" w14:textId="77777777" w:rsidR="0085747A" w:rsidRDefault="00D56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w zakresie ogólnym o aksjologii kultury. Ma świadomość znaczenia poszczególnych działań zmierzających do realizowania wartości w kulturze. Posiada wiedzę o zależnościach miedzy dziedzinami kultury a postawami społecznymi. Posiada wiedzę dotyczącą instytucji kulturalnych; ich znaczeniu i roli w życiu kulturalnym i społecznym. </w:t>
            </w:r>
          </w:p>
          <w:p w14:paraId="7D4B8E83" w14:textId="77777777" w:rsidR="00D56B41" w:rsidRPr="00B169DF" w:rsidRDefault="00D56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wskazać na potrzeby działań ze względu na określone cele w określonych obszarach kultury.</w:t>
            </w:r>
          </w:p>
        </w:tc>
        <w:tc>
          <w:tcPr>
            <w:tcW w:w="1873" w:type="dxa"/>
          </w:tcPr>
          <w:p w14:paraId="56A7341F" w14:textId="77777777" w:rsidR="00D56B41" w:rsidRDefault="00D56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7875EE7" w14:textId="77777777" w:rsidR="00D56B41" w:rsidRDefault="00D56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F50B55C" w14:textId="77777777" w:rsidR="00D56B41" w:rsidRPr="00B169DF" w:rsidRDefault="00D56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K_W010</w:t>
            </w:r>
          </w:p>
        </w:tc>
      </w:tr>
      <w:tr w:rsidR="0085747A" w:rsidRPr="00B169DF" w14:paraId="6B3280D8" w14:textId="77777777" w:rsidTr="005E6E85">
        <w:tc>
          <w:tcPr>
            <w:tcW w:w="1701" w:type="dxa"/>
          </w:tcPr>
          <w:p w14:paraId="4EFAEF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BCC9044" w14:textId="77777777" w:rsidR="00D56B41" w:rsidRDefault="00D56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prawidłowo interpretować źródła procesów kulturowych; zna ich przebieg i podłoże. Dzięki temu umie dobrać odpowiednie narzędzia do działań stymulujących i inspirujących daną społeczność i jednostki. </w:t>
            </w:r>
          </w:p>
          <w:p w14:paraId="41C72951" w14:textId="77777777" w:rsidR="0085747A" w:rsidRPr="00B169DF" w:rsidRDefault="00D56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88CD23" w14:textId="5B433240" w:rsidR="0085747A" w:rsidRPr="00B169DF" w:rsidRDefault="002540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B169DF" w14:paraId="2CCD0589" w14:textId="77777777" w:rsidTr="005E6E85">
        <w:tc>
          <w:tcPr>
            <w:tcW w:w="1701" w:type="dxa"/>
          </w:tcPr>
          <w:p w14:paraId="0B85C31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56B4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59A6DD3" w14:textId="77777777" w:rsidR="0085747A" w:rsidRDefault="003977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potrafi inicjować wydarzenia kulturalne takie jak happeningi i performance. </w:t>
            </w:r>
          </w:p>
          <w:p w14:paraId="30740607" w14:textId="77777777" w:rsidR="003977D8" w:rsidRPr="00B169DF" w:rsidRDefault="003977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Świadomie uczestniczy w życiu kulturalnym starając się zachować jego dziedzictwo.</w:t>
            </w:r>
          </w:p>
        </w:tc>
        <w:tc>
          <w:tcPr>
            <w:tcW w:w="1873" w:type="dxa"/>
          </w:tcPr>
          <w:p w14:paraId="5BC56194" w14:textId="77777777" w:rsidR="0085747A" w:rsidRDefault="002540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E18143B" w14:textId="115959FB" w:rsidR="002540DF" w:rsidRPr="00B169DF" w:rsidRDefault="002540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05A140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BF911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22EB1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46E45EC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D14BD9A" w14:textId="77777777" w:rsidTr="00923D7D">
        <w:tc>
          <w:tcPr>
            <w:tcW w:w="9639" w:type="dxa"/>
          </w:tcPr>
          <w:p w14:paraId="357D258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9A5FB05" w14:textId="77777777" w:rsidTr="00923D7D">
        <w:tc>
          <w:tcPr>
            <w:tcW w:w="9639" w:type="dxa"/>
          </w:tcPr>
          <w:p w14:paraId="3FBA7A76" w14:textId="77777777" w:rsidR="0085747A" w:rsidRDefault="003977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Aksjologia kultury w zarysie</w:t>
            </w:r>
          </w:p>
          <w:p w14:paraId="6FF8DF93" w14:textId="77777777" w:rsidR="003977D8" w:rsidRPr="00B169DF" w:rsidRDefault="003977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kultury</w:t>
            </w:r>
          </w:p>
        </w:tc>
      </w:tr>
      <w:tr w:rsidR="0085747A" w:rsidRPr="00B169DF" w14:paraId="48A4A7B1" w14:textId="77777777" w:rsidTr="00923D7D">
        <w:tc>
          <w:tcPr>
            <w:tcW w:w="9639" w:type="dxa"/>
          </w:tcPr>
          <w:p w14:paraId="2F9BC8F5" w14:textId="77777777" w:rsidR="0085747A" w:rsidRDefault="00F732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Animacja kultury jako potrzeba ludzkiego działania ze względu na wartości.</w:t>
            </w:r>
            <w:r w:rsidR="003977D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6792631" w14:textId="77777777" w:rsidR="00F73296" w:rsidRDefault="00F732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Animacja kultury jako klucz do uczestnictwa w kulturze.</w:t>
            </w:r>
          </w:p>
          <w:p w14:paraId="70BAC857" w14:textId="77777777" w:rsidR="003977D8" w:rsidRPr="00B169DF" w:rsidRDefault="003977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Animator kultury</w:t>
            </w:r>
            <w:r w:rsidR="00F73296">
              <w:rPr>
                <w:rFonts w:ascii="Corbel" w:hAnsi="Corbel"/>
                <w:sz w:val="24"/>
                <w:szCs w:val="24"/>
              </w:rPr>
              <w:t xml:space="preserve"> jako inspirator działań kulturowych. </w:t>
            </w:r>
          </w:p>
        </w:tc>
      </w:tr>
      <w:tr w:rsidR="0085747A" w:rsidRPr="00B169DF" w14:paraId="70AD216B" w14:textId="77777777" w:rsidTr="00923D7D">
        <w:tc>
          <w:tcPr>
            <w:tcW w:w="9639" w:type="dxa"/>
          </w:tcPr>
          <w:p w14:paraId="6FC21554" w14:textId="77777777" w:rsidR="0085747A" w:rsidRDefault="00F732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Animacja kultury a pedagogika kultury.</w:t>
            </w:r>
          </w:p>
          <w:p w14:paraId="03B9242A" w14:textId="77777777" w:rsidR="00F73296" w:rsidRPr="00B169DF" w:rsidRDefault="00F732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Animacja kultury jako sposób na udostępnienie i upowszechnienie różnych dziedzin kultury.</w:t>
            </w:r>
          </w:p>
        </w:tc>
      </w:tr>
    </w:tbl>
    <w:p w14:paraId="3CE7EE9F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BA2134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0798A0C2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404371F" w14:textId="77777777" w:rsidTr="00923D7D">
        <w:tc>
          <w:tcPr>
            <w:tcW w:w="9639" w:type="dxa"/>
          </w:tcPr>
          <w:p w14:paraId="055BF64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3B7A593" w14:textId="77777777" w:rsidTr="00923D7D">
        <w:tc>
          <w:tcPr>
            <w:tcW w:w="9639" w:type="dxa"/>
          </w:tcPr>
          <w:p w14:paraId="20C3699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73C0180" w14:textId="77777777" w:rsidTr="00923D7D">
        <w:tc>
          <w:tcPr>
            <w:tcW w:w="9639" w:type="dxa"/>
          </w:tcPr>
          <w:p w14:paraId="37579D5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FC997A9" w14:textId="77777777" w:rsidTr="00923D7D">
        <w:tc>
          <w:tcPr>
            <w:tcW w:w="9639" w:type="dxa"/>
          </w:tcPr>
          <w:p w14:paraId="14125EC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CBF2C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E9C7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13503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CAAAC9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F069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3977D8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3977D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3977D8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9D4E54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76DE9ED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B42E6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64B7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F0D3C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F8E9F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33469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282E14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E7C8E9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76B162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37FF2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4991B31" w14:textId="77777777" w:rsidTr="00C05F44">
        <w:tc>
          <w:tcPr>
            <w:tcW w:w="1985" w:type="dxa"/>
            <w:vAlign w:val="center"/>
          </w:tcPr>
          <w:p w14:paraId="0E93EDB6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131D3B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555086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7FF1AB1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AFD55C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501938C6" w14:textId="77777777" w:rsidTr="00C05F44">
        <w:tc>
          <w:tcPr>
            <w:tcW w:w="1985" w:type="dxa"/>
          </w:tcPr>
          <w:p w14:paraId="00B4E87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45EF06" w14:textId="77777777" w:rsidR="0085747A" w:rsidRPr="00B169DF" w:rsidRDefault="003977D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977D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0EF86F6" w14:textId="77777777" w:rsidR="0085747A" w:rsidRPr="00B169DF" w:rsidRDefault="003977D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3556978E" w14:textId="77777777" w:rsidTr="00C05F44">
        <w:tc>
          <w:tcPr>
            <w:tcW w:w="1985" w:type="dxa"/>
          </w:tcPr>
          <w:p w14:paraId="72A3E09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F7329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3ECDB54" w14:textId="77777777" w:rsidR="00F73296" w:rsidRPr="00B169DF" w:rsidRDefault="00F732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A6D566" w14:textId="77777777" w:rsidR="0085747A" w:rsidRPr="00B169DF" w:rsidRDefault="00F732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556028" w14:textId="77777777" w:rsidR="0085747A" w:rsidRPr="00B169DF" w:rsidRDefault="00F732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600EA5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828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05DD52E7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6E26546" w14:textId="77777777" w:rsidTr="00923D7D">
        <w:tc>
          <w:tcPr>
            <w:tcW w:w="9670" w:type="dxa"/>
          </w:tcPr>
          <w:p w14:paraId="16C218B3" w14:textId="77777777" w:rsidR="0085747A" w:rsidRPr="00B169DF" w:rsidRDefault="00F732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 obejmująca treść wykładu, uzupełniona materiałami obowiązujących lektur</w:t>
            </w:r>
            <w:r w:rsidR="00284294">
              <w:rPr>
                <w:rFonts w:ascii="Corbel" w:hAnsi="Corbel"/>
                <w:b w:val="0"/>
                <w:smallCaps w:val="0"/>
                <w:szCs w:val="24"/>
              </w:rPr>
              <w:t xml:space="preserve">. Na ocenę </w:t>
            </w:r>
            <w:r w:rsidR="003339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339F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39F7">
              <w:rPr>
                <w:rFonts w:ascii="Corbel" w:hAnsi="Corbel"/>
                <w:b w:val="0"/>
                <w:smallCaps w:val="0"/>
                <w:szCs w:val="24"/>
              </w:rPr>
              <w:t xml:space="preserve"> student</w:t>
            </w:r>
            <w:r w:rsidR="00284294">
              <w:rPr>
                <w:rFonts w:ascii="Corbel" w:hAnsi="Corbel"/>
                <w:b w:val="0"/>
                <w:smallCaps w:val="0"/>
                <w:szCs w:val="24"/>
              </w:rPr>
              <w:t xml:space="preserve"> musi posiadać wiedzę o zakresie działań animacyjnych i ich celowość ze względu na  aksjologię. </w:t>
            </w:r>
            <w:r w:rsidR="003339F7">
              <w:rPr>
                <w:rFonts w:ascii="Corbel" w:hAnsi="Corbel"/>
                <w:b w:val="0"/>
                <w:smallCaps w:val="0"/>
                <w:szCs w:val="24"/>
              </w:rPr>
              <w:t xml:space="preserve">Na ocenę </w:t>
            </w:r>
            <w:proofErr w:type="spellStart"/>
            <w:r w:rsidR="003339F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39F7">
              <w:rPr>
                <w:rFonts w:ascii="Corbel" w:hAnsi="Corbel"/>
                <w:b w:val="0"/>
                <w:smallCaps w:val="0"/>
                <w:szCs w:val="24"/>
              </w:rPr>
              <w:t xml:space="preserve"> student jw. oraz potrafi wyjaśnić zasadność działania animacyjnego; wie czym jest pedagogika kultury oraz jej konieczność upowszechniania. Potrafi stosować argumenty na poparcie swojego stanowiska.  Na ocenę </w:t>
            </w:r>
            <w:proofErr w:type="spellStart"/>
            <w:r w:rsidR="003339F7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3339F7">
              <w:rPr>
                <w:rFonts w:ascii="Corbel" w:hAnsi="Corbel"/>
                <w:b w:val="0"/>
                <w:smallCaps w:val="0"/>
                <w:szCs w:val="24"/>
              </w:rPr>
              <w:t xml:space="preserve"> jw. oraz student ma szczegółową wiedzę dotyczącą różnych sfer kultury w zakresie działań animacyjnych. Potrafi jasno sformułować zasadność działań w korelacji z wartościami w danym obszarze kultury i z daną społecznością, które te działania </w:t>
            </w:r>
            <w:proofErr w:type="spellStart"/>
            <w:r w:rsidR="003339F7">
              <w:rPr>
                <w:rFonts w:ascii="Corbel" w:hAnsi="Corbel"/>
                <w:b w:val="0"/>
                <w:smallCaps w:val="0"/>
                <w:szCs w:val="24"/>
              </w:rPr>
              <w:t>dotyczą.</w:t>
            </w:r>
            <w:r w:rsidR="00284294">
              <w:rPr>
                <w:rFonts w:ascii="Corbel" w:hAnsi="Corbel"/>
                <w:b w:val="0"/>
                <w:smallCaps w:val="0"/>
                <w:szCs w:val="24"/>
              </w:rPr>
              <w:t>Wymagana</w:t>
            </w:r>
            <w:proofErr w:type="spellEnd"/>
            <w:r w:rsidR="00284294">
              <w:rPr>
                <w:rFonts w:ascii="Corbel" w:hAnsi="Corbel"/>
                <w:b w:val="0"/>
                <w:smallCaps w:val="0"/>
                <w:szCs w:val="24"/>
              </w:rPr>
              <w:t xml:space="preserve"> jest także frekwencja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80%</w:t>
            </w:r>
            <w:r w:rsidR="0028429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F3A4805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E9BC1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5405D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214E1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97BFB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CF08C5C" w14:textId="77777777" w:rsidTr="003E1941">
        <w:tc>
          <w:tcPr>
            <w:tcW w:w="4962" w:type="dxa"/>
            <w:vAlign w:val="center"/>
          </w:tcPr>
          <w:p w14:paraId="6FA2063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D4BA0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8B446DF" w14:textId="77777777" w:rsidTr="00923D7D">
        <w:tc>
          <w:tcPr>
            <w:tcW w:w="4962" w:type="dxa"/>
          </w:tcPr>
          <w:p w14:paraId="734570A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FF783B" w14:textId="77777777" w:rsidR="0085747A" w:rsidRPr="00B169DF" w:rsidRDefault="00304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CA45F0A" w14:textId="77777777" w:rsidTr="00923D7D">
        <w:tc>
          <w:tcPr>
            <w:tcW w:w="4962" w:type="dxa"/>
          </w:tcPr>
          <w:p w14:paraId="670FD83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E7865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19537A" w14:textId="77777777" w:rsidR="00C61DC5" w:rsidRPr="00B169DF" w:rsidRDefault="00304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5045801F" w14:textId="77777777" w:rsidTr="00923D7D">
        <w:tc>
          <w:tcPr>
            <w:tcW w:w="4962" w:type="dxa"/>
          </w:tcPr>
          <w:p w14:paraId="38DED5E1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BFEB0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A7967F" w14:textId="77777777" w:rsidR="00C61DC5" w:rsidRPr="00B169DF" w:rsidRDefault="00304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7473D278" w14:textId="77777777" w:rsidTr="00923D7D">
        <w:tc>
          <w:tcPr>
            <w:tcW w:w="4962" w:type="dxa"/>
          </w:tcPr>
          <w:p w14:paraId="1550F40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ADED42" w14:textId="77777777" w:rsidR="0085747A" w:rsidRPr="00B169DF" w:rsidRDefault="00304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73C89EC" w14:textId="77777777" w:rsidTr="00923D7D">
        <w:tc>
          <w:tcPr>
            <w:tcW w:w="4962" w:type="dxa"/>
          </w:tcPr>
          <w:p w14:paraId="1A5E291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5B8651" w14:textId="77777777" w:rsidR="0085747A" w:rsidRPr="00B169DF" w:rsidRDefault="00304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83FAE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E27EB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8E49B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6AE1E0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31172FD" w14:textId="77777777" w:rsidTr="0071620A">
        <w:trPr>
          <w:trHeight w:val="397"/>
        </w:trPr>
        <w:tc>
          <w:tcPr>
            <w:tcW w:w="3544" w:type="dxa"/>
          </w:tcPr>
          <w:p w14:paraId="60C225B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2EBCE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5401FACF" w14:textId="77777777" w:rsidTr="0071620A">
        <w:trPr>
          <w:trHeight w:val="397"/>
        </w:trPr>
        <w:tc>
          <w:tcPr>
            <w:tcW w:w="3544" w:type="dxa"/>
          </w:tcPr>
          <w:p w14:paraId="4F75069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89940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FFBE9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FE6E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89CE02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5DD082F" w14:textId="77777777" w:rsidTr="0071620A">
        <w:trPr>
          <w:trHeight w:val="397"/>
        </w:trPr>
        <w:tc>
          <w:tcPr>
            <w:tcW w:w="7513" w:type="dxa"/>
          </w:tcPr>
          <w:p w14:paraId="67B115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73296">
              <w:rPr>
                <w:rFonts w:ascii="Corbel" w:hAnsi="Corbel"/>
                <w:b w:val="0"/>
                <w:smallCaps w:val="0"/>
                <w:szCs w:val="24"/>
              </w:rPr>
              <w:t xml:space="preserve"> Animacja działań kulturalnych. Wyzwania współczesności, red. M. </w:t>
            </w:r>
            <w:proofErr w:type="spellStart"/>
            <w:r w:rsidR="00F73296">
              <w:rPr>
                <w:rFonts w:ascii="Corbel" w:hAnsi="Corbel"/>
                <w:b w:val="0"/>
                <w:smallCaps w:val="0"/>
                <w:szCs w:val="24"/>
              </w:rPr>
              <w:t>Latoch</w:t>
            </w:r>
            <w:proofErr w:type="spellEnd"/>
            <w:r w:rsidR="00F73296">
              <w:rPr>
                <w:rFonts w:ascii="Corbel" w:hAnsi="Corbel"/>
                <w:b w:val="0"/>
                <w:smallCaps w:val="0"/>
                <w:szCs w:val="24"/>
              </w:rPr>
              <w:t xml:space="preserve"> – Zielińska (ss. 11 – 97) (dostępna PDF)</w:t>
            </w:r>
          </w:p>
          <w:p w14:paraId="0F906D6A" w14:textId="77777777" w:rsidR="0010236E" w:rsidRDefault="00102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Artykuły</w:t>
            </w:r>
          </w:p>
          <w:p w14:paraId="32C23B6C" w14:textId="77777777" w:rsidR="0010236E" w:rsidRDefault="0010236E" w:rsidP="00102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B.Idziowski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Interdyscyplinarne konteksty animacji kultury,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w: Rocznik Lubuski, 2012</w:t>
            </w:r>
          </w:p>
          <w:p w14:paraId="606E75C0" w14:textId="77777777" w:rsidR="0010236E" w:rsidRPr="0010236E" w:rsidRDefault="0010236E" w:rsidP="00102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Kubecka,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Animator kultury – zawód czy ulepszanie świata?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 Res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Publica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Nowa 2013</w:t>
            </w:r>
          </w:p>
          <w:p w14:paraId="08A82696" w14:textId="77777777" w:rsidR="0010236E" w:rsidRPr="0010236E" w:rsidRDefault="0010236E" w:rsidP="00102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687ED4F" w14:textId="77777777" w:rsidTr="0071620A">
        <w:trPr>
          <w:trHeight w:val="397"/>
        </w:trPr>
        <w:tc>
          <w:tcPr>
            <w:tcW w:w="7513" w:type="dxa"/>
          </w:tcPr>
          <w:p w14:paraId="7B8FB5AF" w14:textId="77777777" w:rsidR="001023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  <w:r w:rsidR="0010236E">
              <w:rPr>
                <w:rFonts w:ascii="Corbel" w:hAnsi="Corbel"/>
                <w:b w:val="0"/>
                <w:smallCaps w:val="0"/>
                <w:szCs w:val="24"/>
              </w:rPr>
              <w:t xml:space="preserve"> D. </w:t>
            </w:r>
            <w:proofErr w:type="spellStart"/>
            <w:r w:rsidR="0010236E">
              <w:rPr>
                <w:rFonts w:ascii="Corbel" w:hAnsi="Corbel"/>
                <w:b w:val="0"/>
                <w:smallCaps w:val="0"/>
                <w:szCs w:val="24"/>
              </w:rPr>
              <w:t>Kubinowski</w:t>
            </w:r>
            <w:proofErr w:type="spellEnd"/>
            <w:r w:rsidR="0010236E">
              <w:rPr>
                <w:rFonts w:ascii="Corbel" w:hAnsi="Corbel"/>
                <w:b w:val="0"/>
                <w:smallCaps w:val="0"/>
                <w:szCs w:val="24"/>
              </w:rPr>
              <w:t xml:space="preserve">, U. </w:t>
            </w:r>
            <w:proofErr w:type="spellStart"/>
            <w:r w:rsidR="0010236E">
              <w:rPr>
                <w:rFonts w:ascii="Corbel" w:hAnsi="Corbel"/>
                <w:b w:val="0"/>
                <w:smallCaps w:val="0"/>
                <w:szCs w:val="24"/>
              </w:rPr>
              <w:t>Lewartowicz</w:t>
            </w:r>
            <w:proofErr w:type="spellEnd"/>
            <w:r w:rsidR="0010236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36E">
              <w:rPr>
                <w:rFonts w:ascii="Corbel" w:hAnsi="Corbel"/>
                <w:b w:val="0"/>
                <w:i/>
                <w:smallCaps w:val="0"/>
                <w:szCs w:val="24"/>
              </w:rPr>
              <w:t>Kompetencje kluczowe animatorów kultury i ich kształcenie.</w:t>
            </w:r>
          </w:p>
          <w:p w14:paraId="5339E6C5" w14:textId="77777777" w:rsidR="0085747A" w:rsidRPr="0010236E" w:rsidRDefault="0010236E" w:rsidP="0010236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Walny,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Teatr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0236E">
              <w:rPr>
                <w:rFonts w:ascii="Corbel" w:hAnsi="Corbel"/>
                <w:b w:val="0"/>
                <w:i/>
                <w:smallCaps w:val="0"/>
                <w:szCs w:val="24"/>
              </w:rPr>
              <w:t>kulisy warsztatu, arkana rzemiosła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F56F87E" w14:textId="77777777" w:rsidR="0010236E" w:rsidRPr="00B169DF" w:rsidRDefault="0010236E" w:rsidP="0010236E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7A7F37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53C7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5D2EDE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39AF1" w14:textId="77777777" w:rsidR="00D03C3B" w:rsidRDefault="00D03C3B" w:rsidP="00C16ABF">
      <w:pPr>
        <w:spacing w:after="0" w:line="240" w:lineRule="auto"/>
      </w:pPr>
      <w:r>
        <w:separator/>
      </w:r>
    </w:p>
  </w:endnote>
  <w:endnote w:type="continuationSeparator" w:id="0">
    <w:p w14:paraId="4019F385" w14:textId="77777777" w:rsidR="00D03C3B" w:rsidRDefault="00D03C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0B91A" w14:textId="77777777" w:rsidR="00D03C3B" w:rsidRDefault="00D03C3B" w:rsidP="00C16ABF">
      <w:pPr>
        <w:spacing w:after="0" w:line="240" w:lineRule="auto"/>
      </w:pPr>
      <w:r>
        <w:separator/>
      </w:r>
    </w:p>
  </w:footnote>
  <w:footnote w:type="continuationSeparator" w:id="0">
    <w:p w14:paraId="5D43367C" w14:textId="77777777" w:rsidR="00D03C3B" w:rsidRDefault="00D03C3B" w:rsidP="00C16ABF">
      <w:pPr>
        <w:spacing w:after="0" w:line="240" w:lineRule="auto"/>
      </w:pPr>
      <w:r>
        <w:continuationSeparator/>
      </w:r>
    </w:p>
  </w:footnote>
  <w:footnote w:id="1">
    <w:p w14:paraId="5508D77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447CF3"/>
    <w:multiLevelType w:val="hybridMultilevel"/>
    <w:tmpl w:val="F53498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196783">
    <w:abstractNumId w:val="0"/>
  </w:num>
  <w:num w:numId="2" w16cid:durableId="32390298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D87"/>
    <w:rsid w:val="000A3CDF"/>
    <w:rsid w:val="000B192D"/>
    <w:rsid w:val="000B28EE"/>
    <w:rsid w:val="000B3E37"/>
    <w:rsid w:val="000D04B0"/>
    <w:rsid w:val="000F1C57"/>
    <w:rsid w:val="000F5615"/>
    <w:rsid w:val="0010236E"/>
    <w:rsid w:val="001045A1"/>
    <w:rsid w:val="001130BD"/>
    <w:rsid w:val="00124BFF"/>
    <w:rsid w:val="0012560E"/>
    <w:rsid w:val="00127108"/>
    <w:rsid w:val="00134B13"/>
    <w:rsid w:val="00146BC0"/>
    <w:rsid w:val="00147A6B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119C"/>
    <w:rsid w:val="001D5E45"/>
    <w:rsid w:val="001D657B"/>
    <w:rsid w:val="001D7B54"/>
    <w:rsid w:val="001E0209"/>
    <w:rsid w:val="001F2CA2"/>
    <w:rsid w:val="002100DA"/>
    <w:rsid w:val="002144C0"/>
    <w:rsid w:val="0022477D"/>
    <w:rsid w:val="002278A9"/>
    <w:rsid w:val="002336F9"/>
    <w:rsid w:val="0024028F"/>
    <w:rsid w:val="00244ABC"/>
    <w:rsid w:val="002540DF"/>
    <w:rsid w:val="00281FF2"/>
    <w:rsid w:val="0028429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ED9"/>
    <w:rsid w:val="002D3375"/>
    <w:rsid w:val="002D411D"/>
    <w:rsid w:val="002D73D4"/>
    <w:rsid w:val="002F02A3"/>
    <w:rsid w:val="002F4ABE"/>
    <w:rsid w:val="003018BA"/>
    <w:rsid w:val="0030395F"/>
    <w:rsid w:val="0030400F"/>
    <w:rsid w:val="00305C92"/>
    <w:rsid w:val="003151C5"/>
    <w:rsid w:val="003339F7"/>
    <w:rsid w:val="003343CF"/>
    <w:rsid w:val="00336D0E"/>
    <w:rsid w:val="00346FE9"/>
    <w:rsid w:val="0034759A"/>
    <w:rsid w:val="003503F6"/>
    <w:rsid w:val="003530DD"/>
    <w:rsid w:val="00363F78"/>
    <w:rsid w:val="003977D8"/>
    <w:rsid w:val="003A0A5B"/>
    <w:rsid w:val="003A1176"/>
    <w:rsid w:val="003C0BAE"/>
    <w:rsid w:val="003D18A9"/>
    <w:rsid w:val="003D6CE2"/>
    <w:rsid w:val="003E1941"/>
    <w:rsid w:val="003E2FE6"/>
    <w:rsid w:val="003E49D5"/>
    <w:rsid w:val="003E7314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67D"/>
    <w:rsid w:val="00461EFC"/>
    <w:rsid w:val="004652C2"/>
    <w:rsid w:val="004706D1"/>
    <w:rsid w:val="00471326"/>
    <w:rsid w:val="004717DF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67AC"/>
    <w:rsid w:val="00647FA8"/>
    <w:rsid w:val="00650C5F"/>
    <w:rsid w:val="00654934"/>
    <w:rsid w:val="00656B29"/>
    <w:rsid w:val="006620D9"/>
    <w:rsid w:val="00671958"/>
    <w:rsid w:val="00675843"/>
    <w:rsid w:val="00696477"/>
    <w:rsid w:val="006A0AEF"/>
    <w:rsid w:val="006B0925"/>
    <w:rsid w:val="006C53AE"/>
    <w:rsid w:val="006D050F"/>
    <w:rsid w:val="006D6139"/>
    <w:rsid w:val="006D693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378"/>
    <w:rsid w:val="007C3299"/>
    <w:rsid w:val="007C3BCC"/>
    <w:rsid w:val="007C4546"/>
    <w:rsid w:val="007D6E56"/>
    <w:rsid w:val="007F4155"/>
    <w:rsid w:val="0081554D"/>
    <w:rsid w:val="0081707E"/>
    <w:rsid w:val="008446D9"/>
    <w:rsid w:val="008449B3"/>
    <w:rsid w:val="00851FFA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2A2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07B7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081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0AD"/>
    <w:rsid w:val="00CF25BE"/>
    <w:rsid w:val="00CF78ED"/>
    <w:rsid w:val="00D02B25"/>
    <w:rsid w:val="00D02EBA"/>
    <w:rsid w:val="00D03C3B"/>
    <w:rsid w:val="00D17C3C"/>
    <w:rsid w:val="00D26B2C"/>
    <w:rsid w:val="00D3397B"/>
    <w:rsid w:val="00D352C9"/>
    <w:rsid w:val="00D41A8F"/>
    <w:rsid w:val="00D425B2"/>
    <w:rsid w:val="00D428D6"/>
    <w:rsid w:val="00D552B2"/>
    <w:rsid w:val="00D563A1"/>
    <w:rsid w:val="00D56B4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E0C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CB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296"/>
    <w:rsid w:val="00F83B28"/>
    <w:rsid w:val="00F974DA"/>
    <w:rsid w:val="00FA2E2A"/>
    <w:rsid w:val="00FA46E5"/>
    <w:rsid w:val="00FB7DBA"/>
    <w:rsid w:val="00FC1C25"/>
    <w:rsid w:val="00FC3F45"/>
    <w:rsid w:val="00FC679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F276"/>
  <w15:docId w15:val="{ADC46A2E-BC12-4B1A-BA84-B258CFE7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DF41-4735-468B-BA4D-708FEDA0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81</TotalTime>
  <Pages>4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22</cp:revision>
  <cp:lastPrinted>2019-02-06T12:12:00Z</cp:lastPrinted>
  <dcterms:created xsi:type="dcterms:W3CDTF">2023-10-02T12:20:00Z</dcterms:created>
  <dcterms:modified xsi:type="dcterms:W3CDTF">2025-06-30T08:08:00Z</dcterms:modified>
</cp:coreProperties>
</file>